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8F1E48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Gmina Śrem</w:t>
      </w:r>
    </w:p>
    <w:p w:rsidR="00E54E5A" w:rsidRDefault="00C64369">
      <w:pPr>
        <w:ind w:left="3969"/>
        <w:rPr>
          <w:b/>
        </w:rPr>
      </w:pPr>
      <w:r w:rsidRPr="00C64369">
        <w:rPr>
          <w:b/>
        </w:rPr>
        <w:t>Plac 20 Października</w:t>
      </w:r>
      <w:r w:rsidR="00E54E5A">
        <w:rPr>
          <w:b/>
        </w:rPr>
        <w:t xml:space="preserve"> </w:t>
      </w:r>
      <w:r w:rsidRPr="00C64369">
        <w:rPr>
          <w:b/>
        </w:rPr>
        <w:t>1</w:t>
      </w: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63-100</w:t>
      </w:r>
      <w:r w:rsidR="00E54E5A">
        <w:rPr>
          <w:b/>
        </w:rPr>
        <w:t xml:space="preserve"> </w:t>
      </w:r>
      <w:r w:rsidRPr="00C64369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C64369" w:rsidRPr="00C64369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  <w:rPr>
          <w:b/>
        </w:rPr>
      </w:pPr>
      <w:r>
        <w:t>„</w:t>
      </w:r>
      <w:r w:rsidR="00B754BF">
        <w:rPr>
          <w:b/>
        </w:rPr>
        <w:t>Pielęgnacja, konserwacja i bieżące utrzymanie zieleni w Parku Śremskich Odlewników (cz. I) w Miejskim Parku im. Powstańców Wielkopolskich (cz. II) w Miejskim Parku Ekologicznym im. W. Puchalskiego w Śremie (cz. III) wzdłuż ciągu pieszo-rowerowego nad rzeką Wartą – Promenada oraz ul. Nadbrzeżna w Śremie (cz. IV)</w:t>
      </w:r>
      <w:r w:rsidR="00B754BF">
        <w:t xml:space="preserve">” – znak sprawy: </w:t>
      </w:r>
      <w:r w:rsidR="00B754BF">
        <w:rPr>
          <w:b/>
        </w:rPr>
        <w:t>BP.271.17.2019.BS</w:t>
      </w:r>
    </w:p>
    <w:p w:rsidR="00E66CEB" w:rsidRPr="00B754BF" w:rsidRDefault="00E66CEB" w:rsidP="00637863">
      <w:pPr>
        <w:spacing w:line="360" w:lineRule="auto"/>
        <w:jc w:val="both"/>
        <w:rPr>
          <w:b/>
        </w:rPr>
      </w:pP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B754BF" w:rsidRPr="000F2C92" w:rsidRDefault="00B754BF" w:rsidP="00B754BF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B754BF" w:rsidRPr="00457E10" w:rsidRDefault="00B754BF" w:rsidP="00B754BF">
      <w:pPr>
        <w:spacing w:line="276" w:lineRule="auto"/>
        <w:jc w:val="both"/>
        <w:rPr>
          <w:sz w:val="16"/>
          <w:szCs w:val="16"/>
        </w:rPr>
      </w:pPr>
    </w:p>
    <w:p w:rsidR="00B754BF" w:rsidRDefault="00B754BF" w:rsidP="00B754BF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p w:rsidR="00E54E5A" w:rsidRDefault="00E54E5A" w:rsidP="00E66CEB">
      <w:pPr>
        <w:spacing w:line="360" w:lineRule="auto"/>
        <w:jc w:val="both"/>
      </w:pP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lastRenderedPageBreak/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1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Parku Śremskich</w:t>
            </w:r>
            <w:r w:rsidR="00B754BF">
              <w:t xml:space="preserve"> Odlewników o powierzchni 7,1553</w:t>
            </w:r>
            <w:r w:rsidRPr="00C64369">
              <w:t xml:space="preserve"> ha.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1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0544B4" w:rsidRDefault="000544B4" w:rsidP="00A62B4D">
            <w:pPr>
              <w:spacing w:line="360" w:lineRule="auto"/>
              <w:jc w:val="both"/>
            </w:pPr>
            <w:r>
              <w:t>Ryczałt miesięczny wynosi ……………………. brutto.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2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Miejskim Parku im. Powstańców Wielkopolskich w Śremie - 46 ha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2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0544B4" w:rsidRDefault="000544B4" w:rsidP="00B754BF">
            <w:pPr>
              <w:spacing w:line="360" w:lineRule="auto"/>
              <w:jc w:val="both"/>
            </w:pPr>
            <w:r>
              <w:t xml:space="preserve">Ryczałt miesięczny wynosi ……………………. </w:t>
            </w:r>
            <w:r>
              <w:t>B</w:t>
            </w:r>
            <w:r>
              <w:t>rutto</w:t>
            </w:r>
            <w:r>
              <w:t>.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3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Miejskim Parku Ekologicznym im. W. Puchalskiego w Śremie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3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lastRenderedPageBreak/>
              <w:t>....................... zł (słownie: ............................................................................. zł).</w:t>
            </w:r>
          </w:p>
          <w:p w:rsidR="000544B4" w:rsidRDefault="000544B4" w:rsidP="00B754BF">
            <w:pPr>
              <w:spacing w:line="360" w:lineRule="auto"/>
              <w:jc w:val="both"/>
            </w:pPr>
            <w:r>
              <w:t xml:space="preserve">Ryczałt miesięczny wynosi ……………………. </w:t>
            </w:r>
            <w:r>
              <w:t>B</w:t>
            </w:r>
            <w:r>
              <w:t>rutto</w:t>
            </w:r>
            <w:r>
              <w:t>.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4</w:t>
            </w:r>
          </w:p>
        </w:tc>
        <w:tc>
          <w:tcPr>
            <w:tcW w:w="7918" w:type="dxa"/>
          </w:tcPr>
          <w:p w:rsidR="00C64369" w:rsidRPr="00C57DDD" w:rsidRDefault="00C64369" w:rsidP="00A62B4D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C64369">
              <w:t xml:space="preserve">Pielęgnacja </w:t>
            </w:r>
            <w:r w:rsidR="00B754BF">
              <w:t>zieleni oraz utrzymanie czystości</w:t>
            </w:r>
            <w:r w:rsidRPr="00C64369">
              <w:t xml:space="preserve"> wzdłuż ciągu pieszo - rowerowego nad rzeką Wartą - Promenada oraz ul. Nadbrzeżna </w:t>
            </w:r>
            <w:r w:rsidR="00B754BF">
              <w:t>w Śremie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C64369">
              <w:t>4</w:t>
            </w:r>
            <w:r>
              <w:t xml:space="preserve"> wynosi kwotę netto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wynosi kwotę brutto</w:t>
            </w:r>
          </w:p>
          <w:p w:rsidR="00C64369" w:rsidRDefault="00C64369" w:rsidP="00A62B4D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0544B4" w:rsidRDefault="000544B4" w:rsidP="00B754BF">
            <w:pPr>
              <w:spacing w:line="360" w:lineRule="auto"/>
              <w:jc w:val="both"/>
            </w:pPr>
            <w:r>
              <w:t>Ryczałt miesięczny wynosi ……………………. brutto</w:t>
            </w:r>
            <w:bookmarkStart w:id="0" w:name="_GoBack"/>
            <w:bookmarkEnd w:id="0"/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B754BF" w:rsidRPr="00114568" w:rsidRDefault="00B754BF" w:rsidP="00B754BF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B754BF" w:rsidRPr="00114568" w:rsidRDefault="00B754BF" w:rsidP="00B754BF">
      <w:pPr>
        <w:numPr>
          <w:ilvl w:val="0"/>
          <w:numId w:val="36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B754BF" w:rsidRDefault="00B754BF" w:rsidP="00B754BF">
      <w:pPr>
        <w:numPr>
          <w:ilvl w:val="0"/>
          <w:numId w:val="36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B754BF" w:rsidRDefault="00B754BF" w:rsidP="00B754BF">
      <w:pPr>
        <w:numPr>
          <w:ilvl w:val="0"/>
          <w:numId w:val="36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754BF" w:rsidRPr="00C437AC" w:rsidRDefault="00B754BF" w:rsidP="00B754BF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754BF" w:rsidRPr="001661BD" w:rsidTr="000006B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B754BF" w:rsidRPr="001661BD" w:rsidTr="000006B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754BF" w:rsidRPr="001661BD" w:rsidTr="000006B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B754BF" w:rsidRPr="00C437AC" w:rsidRDefault="00B754BF" w:rsidP="00B754BF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B754BF" w:rsidRDefault="00B754BF" w:rsidP="00B754BF">
      <w:pPr>
        <w:spacing w:before="120" w:line="276" w:lineRule="auto"/>
        <w:ind w:left="644"/>
        <w:contextualSpacing/>
        <w:jc w:val="both"/>
        <w:rPr>
          <w:sz w:val="22"/>
        </w:rPr>
      </w:pPr>
    </w:p>
    <w:p w:rsidR="00B754BF" w:rsidRPr="00114568" w:rsidRDefault="00B754BF" w:rsidP="00B754BF">
      <w:pPr>
        <w:numPr>
          <w:ilvl w:val="0"/>
          <w:numId w:val="36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B754BF" w:rsidRPr="00114568" w:rsidRDefault="00B754BF" w:rsidP="00B754BF">
      <w:pPr>
        <w:numPr>
          <w:ilvl w:val="0"/>
          <w:numId w:val="36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lastRenderedPageBreak/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B754BF" w:rsidRPr="00457E10" w:rsidRDefault="00B754BF" w:rsidP="00B754BF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B754BF" w:rsidRPr="00114568" w:rsidRDefault="00B754BF" w:rsidP="00B754BF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B754BF" w:rsidRPr="00457E10" w:rsidRDefault="00B754BF" w:rsidP="00B754BF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B754BF" w:rsidRPr="00114568" w:rsidRDefault="00B754BF" w:rsidP="00B754BF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B754BF" w:rsidRPr="00457E10" w:rsidRDefault="00B754BF" w:rsidP="00B754BF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B754BF" w:rsidRPr="00114568" w:rsidRDefault="00B754BF" w:rsidP="00B754BF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B754BF" w:rsidRPr="00114568" w:rsidRDefault="00B754BF" w:rsidP="00B754BF">
      <w:pPr>
        <w:numPr>
          <w:ilvl w:val="0"/>
          <w:numId w:val="37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B754BF" w:rsidRPr="00114568" w:rsidRDefault="00B754BF" w:rsidP="00B754BF">
      <w:pPr>
        <w:numPr>
          <w:ilvl w:val="0"/>
          <w:numId w:val="37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B754BF" w:rsidRDefault="00B754BF" w:rsidP="00B754BF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B754BF" w:rsidRDefault="00B754BF" w:rsidP="00B754BF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B754BF" w:rsidRPr="00114568" w:rsidRDefault="00B754BF" w:rsidP="00B754BF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B754BF" w:rsidRPr="00114568" w:rsidRDefault="00B754BF" w:rsidP="00B754BF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E54E5A" w:rsidRDefault="00E54E5A" w:rsidP="00E66CEB">
      <w:pPr>
        <w:spacing w:line="360" w:lineRule="auto"/>
        <w:ind w:left="76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28" w:rsidRDefault="00141928">
      <w:r>
        <w:separator/>
      </w:r>
    </w:p>
  </w:endnote>
  <w:endnote w:type="continuationSeparator" w:id="0">
    <w:p w:rsidR="00141928" w:rsidRDefault="0014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44B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28" w:rsidRDefault="00141928">
      <w:r>
        <w:separator/>
      </w:r>
    </w:p>
  </w:footnote>
  <w:footnote w:type="continuationSeparator" w:id="0">
    <w:p w:rsidR="00141928" w:rsidRDefault="00141928">
      <w:r>
        <w:continuationSeparator/>
      </w:r>
    </w:p>
  </w:footnote>
  <w:footnote w:id="1">
    <w:p w:rsidR="00B754BF" w:rsidRPr="00457E10" w:rsidRDefault="00B754BF" w:rsidP="00B754BF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B754BF" w:rsidRDefault="00B754BF" w:rsidP="00B754B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B754BF" w:rsidRDefault="00B754BF" w:rsidP="00B754BF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B754BF" w:rsidRDefault="00B754BF" w:rsidP="00B754B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B754BF" w:rsidRDefault="00B754BF" w:rsidP="00B754B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B754BF" w:rsidRDefault="00B754BF" w:rsidP="00B754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4"/>
  </w:num>
  <w:num w:numId="15">
    <w:abstractNumId w:val="22"/>
  </w:num>
  <w:num w:numId="16">
    <w:abstractNumId w:val="33"/>
  </w:num>
  <w:num w:numId="17">
    <w:abstractNumId w:val="12"/>
  </w:num>
  <w:num w:numId="18">
    <w:abstractNumId w:val="16"/>
  </w:num>
  <w:num w:numId="19">
    <w:abstractNumId w:val="32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6"/>
  </w:num>
  <w:num w:numId="33">
    <w:abstractNumId w:val="19"/>
  </w:num>
  <w:num w:numId="34">
    <w:abstractNumId w:val="1"/>
  </w:num>
  <w:num w:numId="35">
    <w:abstractNumId w:val="0"/>
  </w:num>
  <w:num w:numId="36">
    <w:abstractNumId w:val="31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FE"/>
    <w:rsid w:val="000544B4"/>
    <w:rsid w:val="000F18FA"/>
    <w:rsid w:val="00141928"/>
    <w:rsid w:val="00306360"/>
    <w:rsid w:val="00354AC4"/>
    <w:rsid w:val="00527BED"/>
    <w:rsid w:val="00637863"/>
    <w:rsid w:val="006703E0"/>
    <w:rsid w:val="00703495"/>
    <w:rsid w:val="00733F44"/>
    <w:rsid w:val="008F1E48"/>
    <w:rsid w:val="00B21345"/>
    <w:rsid w:val="00B754BF"/>
    <w:rsid w:val="00B813CC"/>
    <w:rsid w:val="00C33979"/>
    <w:rsid w:val="00C57DDD"/>
    <w:rsid w:val="00C64369"/>
    <w:rsid w:val="00C82CFE"/>
    <w:rsid w:val="00CF327E"/>
    <w:rsid w:val="00E54E5A"/>
    <w:rsid w:val="00E66CEB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754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54BF"/>
  </w:style>
  <w:style w:type="character" w:styleId="Odwoanieprzypisudolnego">
    <w:name w:val="footnote reference"/>
    <w:uiPriority w:val="99"/>
    <w:unhideWhenUsed/>
    <w:rsid w:val="00B754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754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54BF"/>
  </w:style>
  <w:style w:type="character" w:styleId="Odwoanieprzypisudolnego">
    <w:name w:val="footnote reference"/>
    <w:uiPriority w:val="99"/>
    <w:unhideWhenUsed/>
    <w:rsid w:val="00B754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4</Pages>
  <Words>653</Words>
  <Characters>5342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Slawomir Baum</cp:lastModifiedBy>
  <cp:revision>5</cp:revision>
  <cp:lastPrinted>2001-01-24T13:21:00Z</cp:lastPrinted>
  <dcterms:created xsi:type="dcterms:W3CDTF">2017-02-22T09:17:00Z</dcterms:created>
  <dcterms:modified xsi:type="dcterms:W3CDTF">2019-04-11T11:16:00Z</dcterms:modified>
</cp:coreProperties>
</file>